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4B35" w14:textId="74A939EB" w:rsidR="007C1F1F" w:rsidRPr="007C1F1F" w:rsidRDefault="007C1F1F" w:rsidP="007C1F1F">
      <w:pPr>
        <w:ind w:left="-284"/>
        <w:rPr>
          <w:color w:val="A6A6A6" w:themeColor="background1" w:themeShade="A6"/>
          <w:sz w:val="28"/>
          <w:szCs w:val="28"/>
        </w:rPr>
      </w:pPr>
      <w:r w:rsidRPr="007C1F1F">
        <w:rPr>
          <w:color w:val="A6A6A6" w:themeColor="background1" w:themeShade="A6"/>
          <w:sz w:val="28"/>
          <w:szCs w:val="28"/>
        </w:rPr>
        <w:t>Příloha č. 4</w:t>
      </w:r>
    </w:p>
    <w:p w14:paraId="2FCD8F37" w14:textId="1FBE1B69" w:rsidR="00444708" w:rsidRPr="00444708" w:rsidRDefault="00444708" w:rsidP="00FB3042">
      <w:pPr>
        <w:ind w:left="-284"/>
        <w:jc w:val="center"/>
        <w:rPr>
          <w:b/>
          <w:bCs/>
          <w:sz w:val="28"/>
          <w:szCs w:val="28"/>
        </w:rPr>
      </w:pPr>
      <w:r w:rsidRPr="00444708">
        <w:rPr>
          <w:b/>
          <w:bCs/>
          <w:sz w:val="28"/>
          <w:szCs w:val="28"/>
        </w:rPr>
        <w:t xml:space="preserve">ČESTNÉ PROHLÁŠENÍ </w:t>
      </w:r>
    </w:p>
    <w:p w14:paraId="4BD7DD6B" w14:textId="7AC9EE72" w:rsidR="00FB3042" w:rsidRPr="00FB3042" w:rsidRDefault="00FB3042" w:rsidP="00FB3042">
      <w:pPr>
        <w:ind w:left="-284"/>
        <w:jc w:val="center"/>
        <w:rPr>
          <w:b/>
          <w:bCs/>
          <w:sz w:val="24"/>
          <w:szCs w:val="24"/>
        </w:rPr>
      </w:pPr>
      <w:r w:rsidRPr="00FB3042">
        <w:rPr>
          <w:b/>
          <w:bCs/>
          <w:sz w:val="24"/>
          <w:szCs w:val="24"/>
        </w:rPr>
        <w:t>o splnění základní způsobilosti</w:t>
      </w:r>
    </w:p>
    <w:p w14:paraId="335620B2" w14:textId="77777777" w:rsidR="00FB3042" w:rsidRPr="00FB3042" w:rsidRDefault="00FB3042" w:rsidP="00FB3042">
      <w:pPr>
        <w:ind w:left="-284"/>
        <w:jc w:val="center"/>
        <w:rPr>
          <w:b/>
          <w:bCs/>
          <w:sz w:val="24"/>
          <w:szCs w:val="24"/>
        </w:rPr>
      </w:pPr>
      <w:r w:rsidRPr="00FB3042">
        <w:rPr>
          <w:b/>
          <w:bCs/>
          <w:sz w:val="24"/>
          <w:szCs w:val="24"/>
        </w:rPr>
        <w:t>podle § 74 odst. 1 písm. a) až e) zákona č. 134/2016 Sb., o zadávání veřejných zakázek (dále jen „ZZVZ“)</w:t>
      </w:r>
    </w:p>
    <w:p w14:paraId="0A3129CE" w14:textId="77777777" w:rsidR="00FB3042" w:rsidRPr="00FB3042" w:rsidRDefault="00FB3042" w:rsidP="00FB3042">
      <w:pPr>
        <w:ind w:left="-284"/>
        <w:rPr>
          <w:sz w:val="20"/>
          <w:szCs w:val="20"/>
        </w:rPr>
      </w:pPr>
    </w:p>
    <w:p w14:paraId="1B1D6ED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Prohlašuji tímto čestně, že jsem dodavatel, který:</w:t>
      </w:r>
    </w:p>
    <w:p w14:paraId="5332385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dodavatele, k zahlazeným odsouzením se nepřihlíží, (§ 74 odst. 1 písm. a) ZZVZ);</w:t>
      </w:r>
    </w:p>
    <w:p w14:paraId="48A88D0B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v evidenci daní zachycen splatný daňový nedoplatek (§ 74 odst. 1 písm. b) ZZVZ);</w:t>
      </w:r>
    </w:p>
    <w:p w14:paraId="0537A941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splatný nedoplatek na pojistném nebo na penále na veřejné zdravotní pojištění (§ 74 odst. 1 písm. c) ZZVZ);</w:t>
      </w:r>
    </w:p>
    <w:p w14:paraId="4364D650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splatný nedoplatek na pojistném nebo na penále na sociální zabezpečení a příspěvku na státní politiku zaměstnanosti (§ 74 odst. 1 písm. d) ZZVZ);</w:t>
      </w:r>
    </w:p>
    <w:p w14:paraId="0E7EA1A5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není v likvidaci, proti němuž nebylo vydáno rozhodnutí o úpadku, vůči němuž nebyla nařízena nucená správa podle jiného právního předpisu nebo v obdobné situaci podle právního řádu země sídla dodavatele (§ 74 odst. 1 písm. e) ZZVZ);</w:t>
      </w:r>
    </w:p>
    <w:p w14:paraId="2B0BDD9B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14:paraId="014152A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a)</w:t>
      </w:r>
      <w:r w:rsidRPr="00FB3042">
        <w:rPr>
          <w:sz w:val="24"/>
          <w:szCs w:val="24"/>
        </w:rPr>
        <w:tab/>
        <w:t xml:space="preserve">tato právnická osoba, </w:t>
      </w:r>
    </w:p>
    <w:p w14:paraId="420CDE95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b)</w:t>
      </w:r>
      <w:r w:rsidRPr="00FB3042">
        <w:rPr>
          <w:sz w:val="24"/>
          <w:szCs w:val="24"/>
        </w:rPr>
        <w:tab/>
        <w:t>každý člen statutárního orgánu této právnické osoby a</w:t>
      </w:r>
    </w:p>
    <w:p w14:paraId="02C3D506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c)</w:t>
      </w:r>
      <w:r w:rsidRPr="00FB3042">
        <w:rPr>
          <w:sz w:val="24"/>
          <w:szCs w:val="24"/>
        </w:rPr>
        <w:tab/>
        <w:t xml:space="preserve">osoba zastupující tuto právnickou osobu v statutárním orgánu dodavatele. </w:t>
      </w:r>
    </w:p>
    <w:p w14:paraId="2DCFEC6C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1CADA948" w14:textId="6CBC7DD2" w:rsidR="00FB3042" w:rsidRPr="00FB3042" w:rsidRDefault="00FB3042" w:rsidP="005A1390">
      <w:pPr>
        <w:rPr>
          <w:sz w:val="24"/>
          <w:szCs w:val="24"/>
        </w:rPr>
      </w:pPr>
      <w:r w:rsidRPr="00FB3042">
        <w:rPr>
          <w:sz w:val="24"/>
          <w:szCs w:val="24"/>
        </w:rPr>
        <w:t>Dodavatel rovněž čestně prohlašuje, že je ekonomicky a finančně způsobilý splnit zadávanou veřejnou zakázku na „Nákup osobního automobilu</w:t>
      </w:r>
      <w:r w:rsidR="005A1390">
        <w:rPr>
          <w:sz w:val="24"/>
          <w:szCs w:val="24"/>
        </w:rPr>
        <w:t xml:space="preserve"> </w:t>
      </w:r>
      <w:r w:rsidR="005A1390" w:rsidRPr="005A1390">
        <w:rPr>
          <w:rFonts w:ascii="Tahoma" w:hAnsi="Tahoma" w:cs="Tahoma"/>
          <w:sz w:val="20"/>
          <w:szCs w:val="20"/>
        </w:rPr>
        <w:t>se speciální úpravou pro převoz imobilní osoby</w:t>
      </w:r>
      <w:r w:rsidRPr="00FB3042">
        <w:rPr>
          <w:sz w:val="24"/>
          <w:szCs w:val="24"/>
        </w:rPr>
        <w:t>“</w:t>
      </w:r>
    </w:p>
    <w:p w14:paraId="4D43E28E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05752A7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1C8E890" w14:textId="25020B70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V </w:t>
      </w:r>
      <w:r w:rsidRPr="00FB304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</w:t>
      </w:r>
      <w:r w:rsidRPr="00FB3042">
        <w:rPr>
          <w:sz w:val="24"/>
          <w:szCs w:val="24"/>
        </w:rPr>
        <w:t xml:space="preserve">dne </w:t>
      </w:r>
      <w:r w:rsidRPr="00FB3042">
        <w:rPr>
          <w:sz w:val="24"/>
          <w:szCs w:val="24"/>
        </w:rPr>
        <w:tab/>
      </w:r>
    </w:p>
    <w:p w14:paraId="538EABA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Dodavatel: </w:t>
      </w:r>
      <w:r w:rsidRPr="00FB3042">
        <w:rPr>
          <w:sz w:val="24"/>
          <w:szCs w:val="24"/>
        </w:rPr>
        <w:tab/>
      </w:r>
    </w:p>
    <w:p w14:paraId="235C59F3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Osoba oprávněna jednat: </w:t>
      </w:r>
      <w:r w:rsidRPr="00FB3042">
        <w:rPr>
          <w:sz w:val="24"/>
          <w:szCs w:val="24"/>
        </w:rPr>
        <w:tab/>
      </w:r>
    </w:p>
    <w:p w14:paraId="28F373CE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Funkce: </w:t>
      </w:r>
      <w:r w:rsidRPr="00FB3042">
        <w:rPr>
          <w:sz w:val="24"/>
          <w:szCs w:val="24"/>
        </w:rPr>
        <w:tab/>
      </w:r>
    </w:p>
    <w:p w14:paraId="1EAE65FA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2FAC6C6E" w14:textId="248B4C57" w:rsidR="00FB3042" w:rsidRPr="00FB3042" w:rsidRDefault="00FB3042" w:rsidP="00FB3042">
      <w:pPr>
        <w:ind w:left="-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……………………………………………………………………………………………..</w:t>
      </w:r>
    </w:p>
    <w:p w14:paraId="04C89660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7A7A6F3" w14:textId="2C17AFA2" w:rsidR="00C8759B" w:rsidRPr="00C8759B" w:rsidRDefault="00FB3042" w:rsidP="00C8759B">
      <w:pPr>
        <w:ind w:left="-284"/>
        <w:rPr>
          <w:rFonts w:ascii="Times New Roman" w:hAnsi="Times New Roman" w:cs="Times New Roman"/>
        </w:rPr>
      </w:pPr>
      <w:r w:rsidRPr="00FB3042">
        <w:rPr>
          <w:sz w:val="24"/>
          <w:szCs w:val="24"/>
        </w:rPr>
        <w:t>Podpis osoby oprávněné jednat jménem nebo za dodavatele</w:t>
      </w:r>
    </w:p>
    <w:p w14:paraId="05BC9B56" w14:textId="77777777" w:rsidR="00C8759B" w:rsidRPr="00C8759B" w:rsidRDefault="00C8759B" w:rsidP="00C8759B">
      <w:pPr>
        <w:ind w:left="-284"/>
        <w:rPr>
          <w:rFonts w:ascii="Times New Roman" w:hAnsi="Times New Roman" w:cs="Times New Roman"/>
        </w:rPr>
      </w:pPr>
    </w:p>
    <w:p w14:paraId="2FD1147A" w14:textId="5B3208AF" w:rsidR="004D013E" w:rsidRDefault="00C8759B" w:rsidP="00BC782E">
      <w:pPr>
        <w:ind w:left="-284"/>
        <w:rPr>
          <w:rFonts w:ascii="Times New Roman" w:hAnsi="Times New Roman" w:cs="Times New Roman"/>
        </w:rPr>
      </w:pP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  <w:t xml:space="preserve"> </w:t>
      </w:r>
    </w:p>
    <w:sectPr w:rsidR="004D013E" w:rsidSect="008F51D8">
      <w:headerReference w:type="default" r:id="rId7"/>
      <w:pgSz w:w="11906" w:h="16838"/>
      <w:pgMar w:top="23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AB989" w14:textId="77777777" w:rsidR="00E1401B" w:rsidRDefault="00E1401B" w:rsidP="008F51D8">
      <w:r>
        <w:separator/>
      </w:r>
    </w:p>
  </w:endnote>
  <w:endnote w:type="continuationSeparator" w:id="0">
    <w:p w14:paraId="4548DFF0" w14:textId="77777777" w:rsidR="00E1401B" w:rsidRDefault="00E1401B" w:rsidP="008F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506CB" w14:textId="77777777" w:rsidR="00E1401B" w:rsidRDefault="00E1401B" w:rsidP="008F51D8">
      <w:r>
        <w:separator/>
      </w:r>
    </w:p>
  </w:footnote>
  <w:footnote w:type="continuationSeparator" w:id="0">
    <w:p w14:paraId="5A151994" w14:textId="77777777" w:rsidR="00E1401B" w:rsidRDefault="00E1401B" w:rsidP="008F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2600" w14:textId="77777777" w:rsidR="008F51D8" w:rsidRDefault="008F51D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C4C20D" wp14:editId="5F63096B">
          <wp:simplePos x="0" y="0"/>
          <wp:positionH relativeFrom="column">
            <wp:posOffset>-908263</wp:posOffset>
          </wp:positionH>
          <wp:positionV relativeFrom="paragraph">
            <wp:posOffset>4431668</wp:posOffset>
          </wp:positionV>
          <wp:extent cx="7577667" cy="5807707"/>
          <wp:effectExtent l="0" t="0" r="444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046" cy="582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E38F49F" wp14:editId="05522B04">
          <wp:simplePos x="0" y="0"/>
          <wp:positionH relativeFrom="column">
            <wp:posOffset>-905510</wp:posOffset>
          </wp:positionH>
          <wp:positionV relativeFrom="paragraph">
            <wp:posOffset>-609176</wp:posOffset>
          </wp:positionV>
          <wp:extent cx="7701757" cy="141097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57" cy="1410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B1260"/>
    <w:multiLevelType w:val="hybridMultilevel"/>
    <w:tmpl w:val="B5B6BAEC"/>
    <w:lvl w:ilvl="0" w:tplc="D85E0E9C">
      <w:start w:val="1"/>
      <w:numFmt w:val="decimal"/>
      <w:lvlText w:val="(%1)"/>
      <w:lvlJc w:val="left"/>
      <w:pPr>
        <w:ind w:left="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506" w:hanging="180"/>
      </w:pPr>
    </w:lvl>
    <w:lvl w:ilvl="3" w:tplc="0405000F" w:tentative="1">
      <w:start w:val="1"/>
      <w:numFmt w:val="decimal"/>
      <w:lvlText w:val="%4."/>
      <w:lvlJc w:val="left"/>
      <w:pPr>
        <w:ind w:left="2226" w:hanging="360"/>
      </w:pPr>
    </w:lvl>
    <w:lvl w:ilvl="4" w:tplc="04050019" w:tentative="1">
      <w:start w:val="1"/>
      <w:numFmt w:val="lowerLetter"/>
      <w:lvlText w:val="%5."/>
      <w:lvlJc w:val="left"/>
      <w:pPr>
        <w:ind w:left="2946" w:hanging="360"/>
      </w:pPr>
    </w:lvl>
    <w:lvl w:ilvl="5" w:tplc="0405001B" w:tentative="1">
      <w:start w:val="1"/>
      <w:numFmt w:val="lowerRoman"/>
      <w:lvlText w:val="%6."/>
      <w:lvlJc w:val="right"/>
      <w:pPr>
        <w:ind w:left="3666" w:hanging="180"/>
      </w:pPr>
    </w:lvl>
    <w:lvl w:ilvl="6" w:tplc="0405000F" w:tentative="1">
      <w:start w:val="1"/>
      <w:numFmt w:val="decimal"/>
      <w:lvlText w:val="%7."/>
      <w:lvlJc w:val="left"/>
      <w:pPr>
        <w:ind w:left="4386" w:hanging="360"/>
      </w:pPr>
    </w:lvl>
    <w:lvl w:ilvl="7" w:tplc="04050019" w:tentative="1">
      <w:start w:val="1"/>
      <w:numFmt w:val="lowerLetter"/>
      <w:lvlText w:val="%8."/>
      <w:lvlJc w:val="left"/>
      <w:pPr>
        <w:ind w:left="5106" w:hanging="360"/>
      </w:pPr>
    </w:lvl>
    <w:lvl w:ilvl="8" w:tplc="040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" w15:restartNumberingAfterBreak="0">
    <w:nsid w:val="35AF4023"/>
    <w:multiLevelType w:val="hybridMultilevel"/>
    <w:tmpl w:val="3AD0902C"/>
    <w:lvl w:ilvl="0" w:tplc="0405000F">
      <w:start w:val="1"/>
      <w:numFmt w:val="decimal"/>
      <w:lvlText w:val="%1.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4EA01AEA"/>
    <w:multiLevelType w:val="hybridMultilevel"/>
    <w:tmpl w:val="5E4E7276"/>
    <w:lvl w:ilvl="0" w:tplc="7CDC8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25EE"/>
    <w:multiLevelType w:val="multilevel"/>
    <w:tmpl w:val="8730E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132497">
    <w:abstractNumId w:val="2"/>
  </w:num>
  <w:num w:numId="2" w16cid:durableId="1276210433">
    <w:abstractNumId w:val="3"/>
  </w:num>
  <w:num w:numId="3" w16cid:durableId="1123428046">
    <w:abstractNumId w:val="0"/>
  </w:num>
  <w:num w:numId="4" w16cid:durableId="91917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87"/>
    <w:rsid w:val="000A775A"/>
    <w:rsid w:val="000F04B7"/>
    <w:rsid w:val="00102D1F"/>
    <w:rsid w:val="00103381"/>
    <w:rsid w:val="001149B4"/>
    <w:rsid w:val="00121118"/>
    <w:rsid w:val="00142F2D"/>
    <w:rsid w:val="00174D6E"/>
    <w:rsid w:val="00190AA4"/>
    <w:rsid w:val="001C767B"/>
    <w:rsid w:val="001E1AE4"/>
    <w:rsid w:val="0021779B"/>
    <w:rsid w:val="002215EB"/>
    <w:rsid w:val="00235DBE"/>
    <w:rsid w:val="002405ED"/>
    <w:rsid w:val="002615A2"/>
    <w:rsid w:val="00266133"/>
    <w:rsid w:val="00275140"/>
    <w:rsid w:val="002A129D"/>
    <w:rsid w:val="002E3851"/>
    <w:rsid w:val="002F37FA"/>
    <w:rsid w:val="00331387"/>
    <w:rsid w:val="00343CBD"/>
    <w:rsid w:val="00347720"/>
    <w:rsid w:val="003513DB"/>
    <w:rsid w:val="00371026"/>
    <w:rsid w:val="00377500"/>
    <w:rsid w:val="00390137"/>
    <w:rsid w:val="003E1A8F"/>
    <w:rsid w:val="00444708"/>
    <w:rsid w:val="00476967"/>
    <w:rsid w:val="004D013E"/>
    <w:rsid w:val="00516B6E"/>
    <w:rsid w:val="00597E5C"/>
    <w:rsid w:val="005A1390"/>
    <w:rsid w:val="005E5165"/>
    <w:rsid w:val="0061458F"/>
    <w:rsid w:val="006704FC"/>
    <w:rsid w:val="00675339"/>
    <w:rsid w:val="00675E04"/>
    <w:rsid w:val="006A1432"/>
    <w:rsid w:val="00714C7C"/>
    <w:rsid w:val="00740346"/>
    <w:rsid w:val="00794EBC"/>
    <w:rsid w:val="007A6BEB"/>
    <w:rsid w:val="007C1F1F"/>
    <w:rsid w:val="008414FD"/>
    <w:rsid w:val="00871280"/>
    <w:rsid w:val="00893B99"/>
    <w:rsid w:val="008C1917"/>
    <w:rsid w:val="008E7DC8"/>
    <w:rsid w:val="008F51D8"/>
    <w:rsid w:val="00957361"/>
    <w:rsid w:val="00982FB2"/>
    <w:rsid w:val="009B5C98"/>
    <w:rsid w:val="009B7A26"/>
    <w:rsid w:val="009E60ED"/>
    <w:rsid w:val="00B10BCC"/>
    <w:rsid w:val="00B73F1D"/>
    <w:rsid w:val="00BA7FB8"/>
    <w:rsid w:val="00BC782E"/>
    <w:rsid w:val="00C54446"/>
    <w:rsid w:val="00C5460F"/>
    <w:rsid w:val="00C8759B"/>
    <w:rsid w:val="00CA6819"/>
    <w:rsid w:val="00CD6EBC"/>
    <w:rsid w:val="00D8188E"/>
    <w:rsid w:val="00DC60F7"/>
    <w:rsid w:val="00E02AD9"/>
    <w:rsid w:val="00E1401B"/>
    <w:rsid w:val="00E74564"/>
    <w:rsid w:val="00E9084D"/>
    <w:rsid w:val="00F57D02"/>
    <w:rsid w:val="00F64B69"/>
    <w:rsid w:val="00F76C8A"/>
    <w:rsid w:val="00FB0FB7"/>
    <w:rsid w:val="00FB3042"/>
    <w:rsid w:val="00FD0546"/>
    <w:rsid w:val="00FE69AD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1B39D"/>
  <w15:chartTrackingRefBased/>
  <w15:docId w15:val="{4E205BD5-4218-4E91-9B5F-C4C640B2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446"/>
    <w:pPr>
      <w:spacing w:after="3" w:line="248" w:lineRule="auto"/>
      <w:ind w:left="12" w:right="2" w:hanging="10"/>
    </w:pPr>
    <w:rPr>
      <w:rFonts w:ascii="Calibri" w:eastAsia="Calibri" w:hAnsi="Calibri" w:cs="Calibri"/>
      <w:color w:val="00000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1D8"/>
  </w:style>
  <w:style w:type="paragraph" w:styleId="Zpat">
    <w:name w:val="footer"/>
    <w:basedOn w:val="Normln"/>
    <w:link w:val="Zpat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1D8"/>
  </w:style>
  <w:style w:type="paragraph" w:styleId="Normlnweb">
    <w:name w:val="Normal (Web)"/>
    <w:basedOn w:val="Normln"/>
    <w:uiPriority w:val="99"/>
    <w:semiHidden/>
    <w:unhideWhenUsed/>
    <w:rsid w:val="008F51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C54446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190AA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49B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4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agapo,%20p&#345;&#237;sp&#283;vkov&#225;%20organizace\Dokumenty\Sagapo\hlavi&#269;kov&#253;%20pap&#237;r\2022\sagapo-dopisni-papir-vzo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sagapo-dopisni-papir-vzor</Template>
  <TotalTime>1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 Konečný</cp:lastModifiedBy>
  <cp:revision>2</cp:revision>
  <dcterms:created xsi:type="dcterms:W3CDTF">2025-10-08T08:54:00Z</dcterms:created>
  <dcterms:modified xsi:type="dcterms:W3CDTF">2025-10-08T08:54:00Z</dcterms:modified>
</cp:coreProperties>
</file>